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DDE67" w14:textId="0ACFBEC3" w:rsidR="00E96394" w:rsidRPr="000819AB" w:rsidRDefault="00E96394" w:rsidP="000F7EBA">
      <w:pPr>
        <w:pStyle w:val="Titredudocument"/>
      </w:pPr>
      <w:r w:rsidRPr="000819AB">
        <w:t>Fic</w:t>
      </w:r>
      <w:bookmarkStart w:id="0" w:name="_GoBack"/>
      <w:bookmarkEnd w:id="0"/>
      <w:r w:rsidRPr="000819AB">
        <w:t>he</w:t>
      </w:r>
      <w:r w:rsidR="00F15131">
        <w:t> </w:t>
      </w:r>
      <w:r w:rsidRPr="000819AB">
        <w:t>2 : Test de positionnement</w:t>
      </w:r>
    </w:p>
    <w:p w14:paraId="7ABEEC23" w14:textId="5FC56FC5" w:rsidR="00E96394" w:rsidRPr="000F7EBA" w:rsidRDefault="00E96394" w:rsidP="000F7EBA">
      <w:pPr>
        <w:pStyle w:val="Encartgras"/>
        <w:rPr>
          <w:rFonts w:eastAsiaTheme="minorHAnsi"/>
        </w:rPr>
      </w:pPr>
      <w:r w:rsidRPr="000F7EBA">
        <w:t>Domaine</w:t>
      </w:r>
      <w:r w:rsidR="00F15131">
        <w:t> </w:t>
      </w:r>
      <w:r w:rsidRPr="000F7EBA">
        <w:t xml:space="preserve">: </w:t>
      </w:r>
      <w:r w:rsidRPr="000F7EBA">
        <w:rPr>
          <w:rFonts w:eastAsiaTheme="minorHAnsi"/>
        </w:rPr>
        <w:t>Organisation et gestion de données, fonction</w:t>
      </w:r>
    </w:p>
    <w:p w14:paraId="5E7E561E" w14:textId="0395D1BB" w:rsidR="00892BEE" w:rsidRPr="000F7EBA" w:rsidRDefault="00E96394" w:rsidP="000F7EBA">
      <w:pPr>
        <w:pStyle w:val="Encartgras"/>
      </w:pPr>
      <w:r w:rsidRPr="000F7EBA">
        <w:t xml:space="preserve">Sous thème : </w:t>
      </w:r>
      <w:r w:rsidR="00892BEE" w:rsidRPr="000F7EBA">
        <w:t>Résoudre des problèmes simples</w:t>
      </w:r>
      <w:r w:rsidRPr="000F7EBA">
        <w:t xml:space="preserve"> en lien avec la proportionnalité</w:t>
      </w:r>
      <w:r w:rsidR="005B41D7" w:rsidRPr="000F7EBA">
        <w:t xml:space="preserve"> </w:t>
      </w:r>
    </w:p>
    <w:p w14:paraId="1A22D48F" w14:textId="77777777" w:rsidR="000F7EBA" w:rsidRDefault="000F7EBA" w:rsidP="000F7EBA">
      <w:pPr>
        <w:pStyle w:val="Titre1"/>
      </w:pPr>
      <w:r>
        <w:t>Je m’exerce</w:t>
      </w:r>
    </w:p>
    <w:p w14:paraId="7D43017A" w14:textId="4FE368ED" w:rsidR="000F7EBA" w:rsidRDefault="003E0709" w:rsidP="000F7EBA">
      <w:pPr>
        <w:pStyle w:val="Titre2"/>
      </w:pPr>
      <w:r w:rsidRPr="000819AB">
        <w:t>Exercice</w:t>
      </w:r>
      <w:r w:rsidR="00F15131">
        <w:t> </w:t>
      </w:r>
      <w:r w:rsidR="00E95CA0" w:rsidRPr="000819AB">
        <w:t>5</w:t>
      </w:r>
    </w:p>
    <w:p w14:paraId="4A7A6C12" w14:textId="7E3855EE" w:rsidR="00892BEE" w:rsidRPr="000F7EBA" w:rsidRDefault="008B4494" w:rsidP="000F7EBA">
      <w:pPr>
        <w:spacing w:before="100" w:after="100"/>
        <w:rPr>
          <w:b/>
        </w:rPr>
      </w:pPr>
      <w:r w:rsidRPr="000F7EBA">
        <w:rPr>
          <w:b/>
        </w:rPr>
        <w:t>La calculatrice n’est pas autorisée</w:t>
      </w:r>
    </w:p>
    <w:tbl>
      <w:tblPr>
        <w:tblStyle w:val="Grilledutableau"/>
        <w:tblpPr w:leftFromText="141" w:rightFromText="141" w:vertAnchor="text" w:horzAnchor="margin" w:tblpXSpec="center" w:tblpY="285"/>
        <w:tblW w:w="9927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962"/>
        <w:gridCol w:w="1241"/>
        <w:gridCol w:w="1241"/>
        <w:gridCol w:w="1241"/>
        <w:gridCol w:w="1242"/>
      </w:tblGrid>
      <w:tr w:rsidR="00E95CA0" w:rsidRPr="000F7EBA" w14:paraId="2C5B5A73" w14:textId="77777777" w:rsidTr="00F15131">
        <w:trPr>
          <w:trHeight w:val="2211"/>
          <w:jc w:val="center"/>
        </w:trPr>
        <w:tc>
          <w:tcPr>
            <w:tcW w:w="4962" w:type="dxa"/>
          </w:tcPr>
          <w:p w14:paraId="51B28C6F" w14:textId="77777777" w:rsidR="00E95CA0" w:rsidRPr="000F7EBA" w:rsidRDefault="00E95CA0" w:rsidP="000F7EBA">
            <w:pPr>
              <w:pStyle w:val="Paragraphedeliste"/>
              <w:numPr>
                <w:ilvl w:val="0"/>
                <w:numId w:val="5"/>
              </w:numPr>
              <w:spacing w:beforeAutospacing="0" w:afterAutospacing="0"/>
              <w:ind w:left="306" w:hanging="221"/>
              <w:contextualSpacing w:val="0"/>
              <w:rPr>
                <w:sz w:val="22"/>
                <w:szCs w:val="22"/>
              </w:rPr>
            </w:pPr>
            <w:r w:rsidRPr="000F7EBA">
              <w:rPr>
                <w:sz w:val="22"/>
                <w:szCs w:val="22"/>
              </w:rPr>
              <w:t>Ce tableau représente une situation de proportionnalité.</w:t>
            </w:r>
          </w:p>
          <w:p w14:paraId="49C24D60" w14:textId="0D12E91B" w:rsidR="00E95CA0" w:rsidRPr="000F7EBA" w:rsidRDefault="00E95CA0" w:rsidP="000F7EBA">
            <w:pPr>
              <w:pStyle w:val="Paragraphedeliste"/>
              <w:spacing w:beforeAutospacing="0" w:afterAutospacing="0"/>
              <w:ind w:left="306" w:hanging="221"/>
              <w:contextualSpacing w:val="0"/>
              <w:rPr>
                <w:sz w:val="22"/>
                <w:szCs w:val="22"/>
              </w:rPr>
            </w:pPr>
            <w:r w:rsidRPr="000F7EBA">
              <w:rPr>
                <w:sz w:val="22"/>
                <w:szCs w:val="22"/>
              </w:rPr>
              <w:t>Quelle est la valeur manquante</w:t>
            </w:r>
            <w:r w:rsidR="00F15131">
              <w:rPr>
                <w:sz w:val="22"/>
                <w:szCs w:val="22"/>
              </w:rPr>
              <w:t> </w:t>
            </w:r>
            <w:r w:rsidRPr="000F7EBA">
              <w:rPr>
                <w:sz w:val="22"/>
                <w:szCs w:val="22"/>
              </w:rPr>
              <w:t>?</w:t>
            </w:r>
          </w:p>
          <w:tbl>
            <w:tblPr>
              <w:tblStyle w:val="Grilledutableau"/>
              <w:tblW w:w="0" w:type="auto"/>
              <w:tblInd w:w="1394" w:type="dxa"/>
              <w:tblLook w:val="04A0" w:firstRow="1" w:lastRow="0" w:firstColumn="1" w:lastColumn="0" w:noHBand="0" w:noVBand="1"/>
            </w:tblPr>
            <w:tblGrid>
              <w:gridCol w:w="1012"/>
              <w:gridCol w:w="929"/>
            </w:tblGrid>
            <w:tr w:rsidR="00E95CA0" w:rsidRPr="000F7EBA" w14:paraId="593E09DA" w14:textId="77777777" w:rsidTr="00D547CF">
              <w:trPr>
                <w:trHeight w:val="450"/>
              </w:trPr>
              <w:tc>
                <w:tcPr>
                  <w:tcW w:w="1012" w:type="dxa"/>
                  <w:vAlign w:val="center"/>
                </w:tcPr>
                <w:p w14:paraId="4C3D3798" w14:textId="77777777" w:rsidR="00E95CA0" w:rsidRPr="000F7EBA" w:rsidRDefault="00E95CA0" w:rsidP="00F15131">
                  <w:pPr>
                    <w:framePr w:hSpace="141" w:wrap="around" w:vAnchor="text" w:hAnchor="margin" w:xAlign="center" w:y="285"/>
                    <w:spacing w:beforeAutospacing="0" w:afterAutospacing="0"/>
                    <w:ind w:left="306" w:hanging="221"/>
                    <w:jc w:val="center"/>
                    <w:rPr>
                      <w:sz w:val="22"/>
                      <w:szCs w:val="22"/>
                    </w:rPr>
                  </w:pPr>
                  <w:r w:rsidRPr="000F7EBA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929" w:type="dxa"/>
                  <w:vAlign w:val="center"/>
                </w:tcPr>
                <w:p w14:paraId="638AA738" w14:textId="77777777" w:rsidR="00E95CA0" w:rsidRPr="000F7EBA" w:rsidRDefault="00E95CA0" w:rsidP="00F15131">
                  <w:pPr>
                    <w:framePr w:hSpace="141" w:wrap="around" w:vAnchor="text" w:hAnchor="margin" w:xAlign="center" w:y="285"/>
                    <w:spacing w:beforeAutospacing="0" w:afterAutospacing="0"/>
                    <w:ind w:left="306" w:hanging="221"/>
                    <w:jc w:val="center"/>
                    <w:rPr>
                      <w:sz w:val="22"/>
                      <w:szCs w:val="22"/>
                    </w:rPr>
                  </w:pPr>
                  <w:r w:rsidRPr="000F7EBA">
                    <w:rPr>
                      <w:sz w:val="22"/>
                      <w:szCs w:val="22"/>
                    </w:rPr>
                    <w:t>?</w:t>
                  </w:r>
                </w:p>
              </w:tc>
            </w:tr>
            <w:tr w:rsidR="00E95CA0" w:rsidRPr="000F7EBA" w14:paraId="764519EC" w14:textId="77777777" w:rsidTr="00D547CF">
              <w:trPr>
                <w:trHeight w:val="454"/>
              </w:trPr>
              <w:tc>
                <w:tcPr>
                  <w:tcW w:w="1012" w:type="dxa"/>
                  <w:vAlign w:val="center"/>
                </w:tcPr>
                <w:p w14:paraId="3C0CC95C" w14:textId="77777777" w:rsidR="00E95CA0" w:rsidRPr="000F7EBA" w:rsidRDefault="00E95CA0" w:rsidP="00F15131">
                  <w:pPr>
                    <w:framePr w:hSpace="141" w:wrap="around" w:vAnchor="text" w:hAnchor="margin" w:xAlign="center" w:y="285"/>
                    <w:spacing w:beforeAutospacing="0" w:afterAutospacing="0"/>
                    <w:ind w:left="306" w:hanging="221"/>
                    <w:jc w:val="center"/>
                    <w:rPr>
                      <w:sz w:val="22"/>
                      <w:szCs w:val="22"/>
                    </w:rPr>
                  </w:pPr>
                  <w:r w:rsidRPr="000F7EBA">
                    <w:rPr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929" w:type="dxa"/>
                  <w:vAlign w:val="center"/>
                </w:tcPr>
                <w:p w14:paraId="5195AE1B" w14:textId="77777777" w:rsidR="00E95CA0" w:rsidRPr="000F7EBA" w:rsidRDefault="00E95CA0" w:rsidP="00F15131">
                  <w:pPr>
                    <w:framePr w:hSpace="141" w:wrap="around" w:vAnchor="text" w:hAnchor="margin" w:xAlign="center" w:y="285"/>
                    <w:spacing w:beforeAutospacing="0" w:afterAutospacing="0"/>
                    <w:ind w:left="306" w:hanging="221"/>
                    <w:jc w:val="center"/>
                    <w:rPr>
                      <w:sz w:val="22"/>
                      <w:szCs w:val="22"/>
                    </w:rPr>
                  </w:pPr>
                  <w:r w:rsidRPr="000F7EBA">
                    <w:rPr>
                      <w:sz w:val="22"/>
                      <w:szCs w:val="22"/>
                    </w:rPr>
                    <w:t>45</w:t>
                  </w:r>
                </w:p>
              </w:tc>
            </w:tr>
          </w:tbl>
          <w:p w14:paraId="2E074CCD" w14:textId="77777777" w:rsidR="00E95CA0" w:rsidRPr="000F7EBA" w:rsidRDefault="00E95CA0" w:rsidP="000F7EBA">
            <w:pPr>
              <w:spacing w:beforeAutospacing="0" w:afterAutospacing="0"/>
              <w:ind w:left="306" w:hanging="221"/>
              <w:rPr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14:paraId="204752C7" w14:textId="77777777" w:rsidR="00E95CA0" w:rsidRPr="000F7EBA" w:rsidRDefault="00E95CA0" w:rsidP="000F7EBA">
            <w:pPr>
              <w:jc w:val="center"/>
              <w:rPr>
                <w:sz w:val="22"/>
                <w:szCs w:val="22"/>
              </w:rPr>
            </w:pPr>
            <w:r w:rsidRPr="000F7EBA">
              <w:rPr>
                <w:sz w:val="22"/>
                <w:szCs w:val="22"/>
              </w:rPr>
              <w:t>54</w:t>
            </w:r>
          </w:p>
        </w:tc>
        <w:tc>
          <w:tcPr>
            <w:tcW w:w="1241" w:type="dxa"/>
            <w:vAlign w:val="center"/>
          </w:tcPr>
          <w:p w14:paraId="62477D0F" w14:textId="3F8A9154" w:rsidR="00E95CA0" w:rsidRPr="000F7EBA" w:rsidRDefault="00E95CA0" w:rsidP="000F7EBA">
            <w:pPr>
              <w:jc w:val="center"/>
              <w:rPr>
                <w:sz w:val="22"/>
                <w:szCs w:val="22"/>
              </w:rPr>
            </w:pPr>
            <w:r w:rsidRPr="000F7EBA">
              <w:rPr>
                <w:sz w:val="22"/>
                <w:szCs w:val="22"/>
              </w:rPr>
              <w:t>36</w:t>
            </w:r>
          </w:p>
        </w:tc>
        <w:tc>
          <w:tcPr>
            <w:tcW w:w="1241" w:type="dxa"/>
            <w:vAlign w:val="center"/>
          </w:tcPr>
          <w:p w14:paraId="158FC9D8" w14:textId="77777777" w:rsidR="00E95CA0" w:rsidRPr="000F7EBA" w:rsidRDefault="00E95CA0" w:rsidP="000F7EBA">
            <w:pPr>
              <w:jc w:val="center"/>
              <w:rPr>
                <w:sz w:val="22"/>
                <w:szCs w:val="22"/>
              </w:rPr>
            </w:pPr>
            <w:r w:rsidRPr="000F7EBA">
              <w:rPr>
                <w:sz w:val="22"/>
                <w:szCs w:val="22"/>
              </w:rPr>
              <w:t>18</w:t>
            </w:r>
          </w:p>
        </w:tc>
        <w:tc>
          <w:tcPr>
            <w:tcW w:w="1242" w:type="dxa"/>
            <w:vAlign w:val="center"/>
          </w:tcPr>
          <w:p w14:paraId="318A93F8" w14:textId="77777777" w:rsidR="00E95CA0" w:rsidRPr="000F7EBA" w:rsidRDefault="00E95CA0" w:rsidP="000F7EBA">
            <w:pPr>
              <w:jc w:val="center"/>
              <w:rPr>
                <w:sz w:val="22"/>
                <w:szCs w:val="22"/>
              </w:rPr>
            </w:pPr>
            <w:r w:rsidRPr="000F7EBA">
              <w:rPr>
                <w:sz w:val="22"/>
                <w:szCs w:val="22"/>
              </w:rPr>
              <w:t>30</w:t>
            </w:r>
          </w:p>
        </w:tc>
      </w:tr>
      <w:tr w:rsidR="00E95CA0" w:rsidRPr="000F7EBA" w14:paraId="202B774A" w14:textId="77777777" w:rsidTr="00F15131">
        <w:trPr>
          <w:trHeight w:val="399"/>
          <w:jc w:val="center"/>
        </w:trPr>
        <w:tc>
          <w:tcPr>
            <w:tcW w:w="4962" w:type="dxa"/>
          </w:tcPr>
          <w:p w14:paraId="527C523A" w14:textId="315896EE" w:rsidR="00E95CA0" w:rsidRDefault="00E95CA0" w:rsidP="000F7EBA">
            <w:pPr>
              <w:pStyle w:val="Paragraphedeliste"/>
              <w:numPr>
                <w:ilvl w:val="0"/>
                <w:numId w:val="5"/>
              </w:numPr>
              <w:spacing w:beforeAutospacing="0" w:afterAutospacing="0"/>
              <w:ind w:left="306" w:hanging="221"/>
              <w:contextualSpacing w:val="0"/>
              <w:rPr>
                <w:sz w:val="22"/>
                <w:szCs w:val="22"/>
              </w:rPr>
            </w:pPr>
            <w:r w:rsidRPr="000F7EBA">
              <w:rPr>
                <w:sz w:val="22"/>
                <w:szCs w:val="22"/>
              </w:rPr>
              <w:t>Un mercier vend des serviettes en tissu brodées. Le prix est proportionnel au nombre de serviettes.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838"/>
              <w:gridCol w:w="851"/>
              <w:gridCol w:w="850"/>
              <w:gridCol w:w="993"/>
            </w:tblGrid>
            <w:tr w:rsidR="000F7EBA" w:rsidRPr="000F7EBA" w14:paraId="5E0817B9" w14:textId="77777777" w:rsidTr="000F7EBA">
              <w:trPr>
                <w:trHeight w:val="562"/>
              </w:trPr>
              <w:tc>
                <w:tcPr>
                  <w:tcW w:w="1838" w:type="dxa"/>
                  <w:shd w:val="clear" w:color="auto" w:fill="auto"/>
                  <w:vAlign w:val="center"/>
                </w:tcPr>
                <w:p w14:paraId="0778C589" w14:textId="77777777" w:rsidR="000F7EBA" w:rsidRPr="000F7EBA" w:rsidRDefault="000F7EBA" w:rsidP="00F15131">
                  <w:pPr>
                    <w:framePr w:hSpace="141" w:wrap="around" w:vAnchor="text" w:hAnchor="margin" w:xAlign="center" w:y="285"/>
                    <w:spacing w:beforeAutospacing="0" w:afterAutospacing="0"/>
                    <w:ind w:left="306" w:hanging="221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0F7EBA">
                    <w:rPr>
                      <w:b/>
                      <w:bCs/>
                      <w:sz w:val="22"/>
                      <w:szCs w:val="22"/>
                    </w:rPr>
                    <w:t>Nombre de serviettes</w:t>
                  </w:r>
                </w:p>
              </w:tc>
              <w:tc>
                <w:tcPr>
                  <w:tcW w:w="851" w:type="dxa"/>
                  <w:vAlign w:val="center"/>
                </w:tcPr>
                <w:p w14:paraId="3F3ECECB" w14:textId="77777777" w:rsidR="000F7EBA" w:rsidRPr="000F7EBA" w:rsidRDefault="000F7EBA" w:rsidP="00F15131">
                  <w:pPr>
                    <w:framePr w:hSpace="141" w:wrap="around" w:vAnchor="text" w:hAnchor="margin" w:xAlign="center" w:y="285"/>
                    <w:spacing w:beforeAutospacing="0" w:afterAutospacing="0"/>
                    <w:ind w:left="306" w:hanging="221"/>
                    <w:jc w:val="center"/>
                    <w:rPr>
                      <w:sz w:val="22"/>
                      <w:szCs w:val="22"/>
                    </w:rPr>
                  </w:pPr>
                  <w:r w:rsidRPr="000F7EBA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850" w:type="dxa"/>
                  <w:vAlign w:val="center"/>
                </w:tcPr>
                <w:p w14:paraId="67901A29" w14:textId="77777777" w:rsidR="000F7EBA" w:rsidRPr="000F7EBA" w:rsidRDefault="000F7EBA" w:rsidP="00F15131">
                  <w:pPr>
                    <w:framePr w:hSpace="141" w:wrap="around" w:vAnchor="text" w:hAnchor="margin" w:xAlign="center" w:y="285"/>
                    <w:spacing w:beforeAutospacing="0" w:afterAutospacing="0"/>
                    <w:ind w:left="306" w:hanging="221"/>
                    <w:jc w:val="center"/>
                    <w:rPr>
                      <w:sz w:val="22"/>
                      <w:szCs w:val="22"/>
                    </w:rPr>
                  </w:pPr>
                  <w:r w:rsidRPr="000F7EBA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93" w:type="dxa"/>
                  <w:vAlign w:val="center"/>
                </w:tcPr>
                <w:p w14:paraId="1E487DA0" w14:textId="77777777" w:rsidR="000F7EBA" w:rsidRPr="000F7EBA" w:rsidRDefault="000F7EBA" w:rsidP="00F15131">
                  <w:pPr>
                    <w:framePr w:hSpace="141" w:wrap="around" w:vAnchor="text" w:hAnchor="margin" w:xAlign="center" w:y="285"/>
                    <w:spacing w:beforeAutospacing="0" w:afterAutospacing="0"/>
                    <w:ind w:left="306" w:hanging="221"/>
                    <w:jc w:val="center"/>
                    <w:rPr>
                      <w:sz w:val="22"/>
                      <w:szCs w:val="22"/>
                    </w:rPr>
                  </w:pPr>
                  <w:r w:rsidRPr="000F7EBA"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0F7EBA" w:rsidRPr="000F7EBA" w14:paraId="101EC50C" w14:textId="77777777" w:rsidTr="000F7EBA">
              <w:trPr>
                <w:trHeight w:val="562"/>
              </w:trPr>
              <w:tc>
                <w:tcPr>
                  <w:tcW w:w="1838" w:type="dxa"/>
                  <w:shd w:val="clear" w:color="auto" w:fill="auto"/>
                  <w:vAlign w:val="center"/>
                </w:tcPr>
                <w:p w14:paraId="778301AD" w14:textId="77777777" w:rsidR="000F7EBA" w:rsidRPr="000F7EBA" w:rsidRDefault="000F7EBA" w:rsidP="00F15131">
                  <w:pPr>
                    <w:framePr w:hSpace="141" w:wrap="around" w:vAnchor="text" w:hAnchor="margin" w:xAlign="center" w:y="285"/>
                    <w:spacing w:beforeAutospacing="0" w:afterAutospacing="0"/>
                    <w:ind w:left="306" w:hanging="221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0F7EBA">
                    <w:rPr>
                      <w:b/>
                      <w:bCs/>
                      <w:sz w:val="22"/>
                      <w:szCs w:val="22"/>
                    </w:rPr>
                    <w:t>Prix (en €)</w:t>
                  </w:r>
                </w:p>
              </w:tc>
              <w:tc>
                <w:tcPr>
                  <w:tcW w:w="851" w:type="dxa"/>
                  <w:vAlign w:val="center"/>
                </w:tcPr>
                <w:p w14:paraId="77E43225" w14:textId="77777777" w:rsidR="000F7EBA" w:rsidRPr="000F7EBA" w:rsidRDefault="000F7EBA" w:rsidP="00F15131">
                  <w:pPr>
                    <w:framePr w:hSpace="141" w:wrap="around" w:vAnchor="text" w:hAnchor="margin" w:xAlign="center" w:y="285"/>
                    <w:spacing w:beforeAutospacing="0" w:afterAutospacing="0"/>
                    <w:ind w:left="306" w:hanging="221"/>
                    <w:jc w:val="center"/>
                    <w:rPr>
                      <w:sz w:val="22"/>
                      <w:szCs w:val="22"/>
                    </w:rPr>
                  </w:pPr>
                  <w:r w:rsidRPr="000F7EBA">
                    <w:rPr>
                      <w:sz w:val="22"/>
                      <w:szCs w:val="22"/>
                    </w:rPr>
                    <w:t>26</w:t>
                  </w:r>
                </w:p>
              </w:tc>
              <w:tc>
                <w:tcPr>
                  <w:tcW w:w="850" w:type="dxa"/>
                  <w:vAlign w:val="center"/>
                </w:tcPr>
                <w:p w14:paraId="0864AFA7" w14:textId="77777777" w:rsidR="000F7EBA" w:rsidRPr="000F7EBA" w:rsidRDefault="000F7EBA" w:rsidP="00F15131">
                  <w:pPr>
                    <w:framePr w:hSpace="141" w:wrap="around" w:vAnchor="text" w:hAnchor="margin" w:xAlign="center" w:y="285"/>
                    <w:spacing w:beforeAutospacing="0" w:afterAutospacing="0"/>
                    <w:ind w:left="306" w:hanging="221"/>
                    <w:jc w:val="center"/>
                    <w:rPr>
                      <w:sz w:val="22"/>
                      <w:szCs w:val="22"/>
                    </w:rPr>
                  </w:pPr>
                  <w:r w:rsidRPr="000F7EBA">
                    <w:rPr>
                      <w:sz w:val="22"/>
                      <w:szCs w:val="22"/>
                    </w:rPr>
                    <w:t>6,5</w:t>
                  </w:r>
                </w:p>
              </w:tc>
              <w:tc>
                <w:tcPr>
                  <w:tcW w:w="993" w:type="dxa"/>
                  <w:vAlign w:val="center"/>
                </w:tcPr>
                <w:p w14:paraId="19B35709" w14:textId="77777777" w:rsidR="000F7EBA" w:rsidRPr="000F7EBA" w:rsidRDefault="000F7EBA" w:rsidP="00F15131">
                  <w:pPr>
                    <w:framePr w:hSpace="141" w:wrap="around" w:vAnchor="text" w:hAnchor="margin" w:xAlign="center" w:y="285"/>
                    <w:spacing w:beforeAutospacing="0" w:afterAutospacing="0"/>
                    <w:ind w:left="306" w:hanging="221"/>
                    <w:jc w:val="center"/>
                    <w:rPr>
                      <w:sz w:val="22"/>
                      <w:szCs w:val="22"/>
                    </w:rPr>
                  </w:pPr>
                  <w:r w:rsidRPr="000F7EBA">
                    <w:rPr>
                      <w:sz w:val="22"/>
                      <w:szCs w:val="22"/>
                    </w:rPr>
                    <w:t>?</w:t>
                  </w:r>
                </w:p>
              </w:tc>
            </w:tr>
          </w:tbl>
          <w:p w14:paraId="31B5FA76" w14:textId="001CB6E6" w:rsidR="00E95CA0" w:rsidRPr="000F7EBA" w:rsidRDefault="00E95CA0" w:rsidP="000F7EBA">
            <w:pPr>
              <w:spacing w:beforeAutospacing="0" w:afterAutospacing="0"/>
              <w:ind w:left="306" w:hanging="221"/>
              <w:rPr>
                <w:sz w:val="22"/>
                <w:szCs w:val="22"/>
              </w:rPr>
            </w:pPr>
            <w:r w:rsidRPr="000F7EBA">
              <w:rPr>
                <w:sz w:val="22"/>
                <w:szCs w:val="22"/>
              </w:rPr>
              <w:t>Quel est le prix de 10 serviettes</w:t>
            </w:r>
            <w:r w:rsidR="00F15131">
              <w:rPr>
                <w:sz w:val="22"/>
                <w:szCs w:val="22"/>
              </w:rPr>
              <w:t> </w:t>
            </w:r>
            <w:r w:rsidRPr="000F7EBA">
              <w:rPr>
                <w:sz w:val="22"/>
                <w:szCs w:val="22"/>
              </w:rPr>
              <w:t>?</w:t>
            </w:r>
          </w:p>
        </w:tc>
        <w:tc>
          <w:tcPr>
            <w:tcW w:w="1241" w:type="dxa"/>
            <w:vAlign w:val="center"/>
          </w:tcPr>
          <w:p w14:paraId="714637F2" w14:textId="77777777" w:rsidR="00E95CA0" w:rsidRPr="000F7EBA" w:rsidRDefault="00E95CA0" w:rsidP="000F7EBA">
            <w:pPr>
              <w:jc w:val="center"/>
              <w:rPr>
                <w:sz w:val="22"/>
                <w:szCs w:val="22"/>
              </w:rPr>
            </w:pPr>
            <w:r w:rsidRPr="000F7EBA">
              <w:rPr>
                <w:sz w:val="22"/>
                <w:szCs w:val="22"/>
              </w:rPr>
              <w:t>16,5</w:t>
            </w:r>
          </w:p>
        </w:tc>
        <w:tc>
          <w:tcPr>
            <w:tcW w:w="1241" w:type="dxa"/>
            <w:vAlign w:val="center"/>
          </w:tcPr>
          <w:p w14:paraId="16BC513E" w14:textId="77777777" w:rsidR="00E95CA0" w:rsidRPr="000F7EBA" w:rsidRDefault="00E95CA0" w:rsidP="000F7EBA">
            <w:pPr>
              <w:jc w:val="center"/>
              <w:rPr>
                <w:sz w:val="22"/>
                <w:szCs w:val="22"/>
              </w:rPr>
            </w:pPr>
            <w:r w:rsidRPr="000F7EBA">
              <w:rPr>
                <w:sz w:val="22"/>
                <w:szCs w:val="22"/>
              </w:rPr>
              <w:t>28</w:t>
            </w:r>
          </w:p>
        </w:tc>
        <w:tc>
          <w:tcPr>
            <w:tcW w:w="1241" w:type="dxa"/>
            <w:vAlign w:val="center"/>
          </w:tcPr>
          <w:p w14:paraId="6439E905" w14:textId="77777777" w:rsidR="00E95CA0" w:rsidRPr="000F7EBA" w:rsidRDefault="00E95CA0" w:rsidP="000F7EBA">
            <w:pPr>
              <w:jc w:val="center"/>
              <w:rPr>
                <w:sz w:val="22"/>
                <w:szCs w:val="22"/>
              </w:rPr>
            </w:pPr>
            <w:r w:rsidRPr="000F7EBA">
              <w:rPr>
                <w:sz w:val="22"/>
                <w:szCs w:val="22"/>
              </w:rPr>
              <w:t>14,5</w:t>
            </w:r>
          </w:p>
        </w:tc>
        <w:tc>
          <w:tcPr>
            <w:tcW w:w="1242" w:type="dxa"/>
            <w:vAlign w:val="center"/>
          </w:tcPr>
          <w:p w14:paraId="72D2E86C" w14:textId="77777777" w:rsidR="00E95CA0" w:rsidRPr="000F7EBA" w:rsidRDefault="00E95CA0" w:rsidP="000F7EBA">
            <w:pPr>
              <w:jc w:val="center"/>
              <w:rPr>
                <w:sz w:val="22"/>
                <w:szCs w:val="22"/>
              </w:rPr>
            </w:pPr>
            <w:r w:rsidRPr="000F7EBA">
              <w:rPr>
                <w:sz w:val="22"/>
                <w:szCs w:val="22"/>
              </w:rPr>
              <w:t>32,5</w:t>
            </w:r>
          </w:p>
        </w:tc>
      </w:tr>
      <w:tr w:rsidR="00E95CA0" w:rsidRPr="000F7EBA" w14:paraId="26A9FC06" w14:textId="77777777" w:rsidTr="00F15131">
        <w:trPr>
          <w:trHeight w:val="2381"/>
          <w:jc w:val="center"/>
        </w:trPr>
        <w:tc>
          <w:tcPr>
            <w:tcW w:w="4962" w:type="dxa"/>
          </w:tcPr>
          <w:p w14:paraId="7454CFC5" w14:textId="77777777" w:rsidR="00E95CA0" w:rsidRPr="000F7EBA" w:rsidRDefault="00E95CA0" w:rsidP="000F7EBA">
            <w:pPr>
              <w:pStyle w:val="Paragraphedeliste"/>
              <w:numPr>
                <w:ilvl w:val="0"/>
                <w:numId w:val="5"/>
              </w:numPr>
              <w:spacing w:beforeAutospacing="0" w:afterAutospacing="0"/>
              <w:ind w:left="306" w:hanging="221"/>
              <w:contextualSpacing w:val="0"/>
              <w:rPr>
                <w:sz w:val="22"/>
                <w:szCs w:val="22"/>
              </w:rPr>
            </w:pPr>
            <w:r w:rsidRPr="000F7EBA">
              <w:rPr>
                <w:sz w:val="22"/>
                <w:szCs w:val="22"/>
              </w:rPr>
              <w:t>Ce tableau représente une situation de proportionnalité.</w:t>
            </w:r>
          </w:p>
          <w:p w14:paraId="74B3AD14" w14:textId="0E700A1A" w:rsidR="00E95CA0" w:rsidRPr="000F7EBA" w:rsidRDefault="00E95CA0" w:rsidP="000F7EBA">
            <w:pPr>
              <w:pStyle w:val="Paragraphedeliste"/>
              <w:spacing w:beforeAutospacing="0" w:afterAutospacing="0"/>
              <w:ind w:left="306" w:hanging="221"/>
              <w:contextualSpacing w:val="0"/>
              <w:rPr>
                <w:sz w:val="22"/>
                <w:szCs w:val="22"/>
              </w:rPr>
            </w:pPr>
            <w:r w:rsidRPr="000F7EBA">
              <w:rPr>
                <w:sz w:val="22"/>
                <w:szCs w:val="22"/>
              </w:rPr>
              <w:t>Quelle est la valeur manquante</w:t>
            </w:r>
            <w:r w:rsidR="00F15131">
              <w:rPr>
                <w:sz w:val="22"/>
                <w:szCs w:val="22"/>
              </w:rPr>
              <w:t> </w:t>
            </w:r>
            <w:r w:rsidRPr="000F7EBA">
              <w:rPr>
                <w:sz w:val="22"/>
                <w:szCs w:val="22"/>
              </w:rPr>
              <w:t>?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992"/>
              <w:gridCol w:w="851"/>
            </w:tblGrid>
            <w:tr w:rsidR="000F7EBA" w:rsidRPr="000F7EBA" w14:paraId="4B54D41A" w14:textId="77777777" w:rsidTr="00423D62">
              <w:trPr>
                <w:trHeight w:val="562"/>
                <w:jc w:val="center"/>
              </w:trPr>
              <w:tc>
                <w:tcPr>
                  <w:tcW w:w="992" w:type="dxa"/>
                  <w:vAlign w:val="center"/>
                </w:tcPr>
                <w:p w14:paraId="2591D4E5" w14:textId="77777777" w:rsidR="000F7EBA" w:rsidRPr="000F7EBA" w:rsidRDefault="000F7EBA" w:rsidP="00F15131">
                  <w:pPr>
                    <w:framePr w:hSpace="141" w:wrap="around" w:vAnchor="text" w:hAnchor="margin" w:xAlign="center" w:y="285"/>
                    <w:spacing w:beforeAutospacing="0" w:afterAutospacing="0"/>
                    <w:ind w:left="306" w:hanging="221"/>
                    <w:jc w:val="center"/>
                    <w:rPr>
                      <w:sz w:val="22"/>
                      <w:szCs w:val="22"/>
                    </w:rPr>
                  </w:pPr>
                  <w:r w:rsidRPr="000F7EBA">
                    <w:rPr>
                      <w:sz w:val="22"/>
                      <w:szCs w:val="22"/>
                    </w:rPr>
                    <w:t>?</w:t>
                  </w:r>
                </w:p>
              </w:tc>
              <w:tc>
                <w:tcPr>
                  <w:tcW w:w="851" w:type="dxa"/>
                  <w:vAlign w:val="center"/>
                </w:tcPr>
                <w:p w14:paraId="66A10BF6" w14:textId="77777777" w:rsidR="000F7EBA" w:rsidRPr="000F7EBA" w:rsidRDefault="000F7EBA" w:rsidP="00F15131">
                  <w:pPr>
                    <w:framePr w:hSpace="141" w:wrap="around" w:vAnchor="text" w:hAnchor="margin" w:xAlign="center" w:y="285"/>
                    <w:spacing w:beforeAutospacing="0" w:afterAutospacing="0"/>
                    <w:ind w:left="306" w:hanging="221"/>
                    <w:jc w:val="center"/>
                    <w:rPr>
                      <w:sz w:val="22"/>
                      <w:szCs w:val="22"/>
                    </w:rPr>
                  </w:pPr>
                  <w:r w:rsidRPr="000F7EBA">
                    <w:rPr>
                      <w:sz w:val="22"/>
                      <w:szCs w:val="22"/>
                    </w:rPr>
                    <w:t>8</w:t>
                  </w:r>
                </w:p>
              </w:tc>
            </w:tr>
            <w:tr w:rsidR="000F7EBA" w:rsidRPr="000F7EBA" w14:paraId="4ACE338A" w14:textId="77777777" w:rsidTr="00423D62">
              <w:trPr>
                <w:trHeight w:val="562"/>
                <w:jc w:val="center"/>
              </w:trPr>
              <w:tc>
                <w:tcPr>
                  <w:tcW w:w="992" w:type="dxa"/>
                  <w:vAlign w:val="center"/>
                </w:tcPr>
                <w:p w14:paraId="1059CD54" w14:textId="77777777" w:rsidR="000F7EBA" w:rsidRPr="000F7EBA" w:rsidRDefault="000F7EBA" w:rsidP="00F15131">
                  <w:pPr>
                    <w:framePr w:hSpace="141" w:wrap="around" w:vAnchor="text" w:hAnchor="margin" w:xAlign="center" w:y="285"/>
                    <w:spacing w:beforeAutospacing="0" w:afterAutospacing="0"/>
                    <w:ind w:left="306" w:hanging="221"/>
                    <w:jc w:val="center"/>
                    <w:rPr>
                      <w:sz w:val="22"/>
                      <w:szCs w:val="22"/>
                    </w:rPr>
                  </w:pPr>
                  <w:r w:rsidRPr="000F7EBA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851" w:type="dxa"/>
                  <w:vAlign w:val="center"/>
                </w:tcPr>
                <w:p w14:paraId="6026C7DC" w14:textId="77777777" w:rsidR="000F7EBA" w:rsidRPr="000F7EBA" w:rsidRDefault="000F7EBA" w:rsidP="00F15131">
                  <w:pPr>
                    <w:framePr w:hSpace="141" w:wrap="around" w:vAnchor="text" w:hAnchor="margin" w:xAlign="center" w:y="285"/>
                    <w:spacing w:beforeAutospacing="0" w:afterAutospacing="0"/>
                    <w:ind w:left="306" w:hanging="221"/>
                    <w:jc w:val="center"/>
                    <w:rPr>
                      <w:sz w:val="22"/>
                      <w:szCs w:val="22"/>
                    </w:rPr>
                  </w:pPr>
                  <w:r w:rsidRPr="000F7EBA">
                    <w:rPr>
                      <w:sz w:val="22"/>
                      <w:szCs w:val="22"/>
                    </w:rPr>
                    <w:t>28</w:t>
                  </w:r>
                </w:p>
              </w:tc>
            </w:tr>
          </w:tbl>
          <w:p w14:paraId="603E0588" w14:textId="77777777" w:rsidR="00E95CA0" w:rsidRPr="000F7EBA" w:rsidRDefault="00E95CA0" w:rsidP="000F7EBA">
            <w:pPr>
              <w:spacing w:beforeAutospacing="0" w:afterAutospacing="0"/>
              <w:ind w:left="306" w:hanging="221"/>
              <w:rPr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14:paraId="51DAFF2E" w14:textId="68DCB75F" w:rsidR="00E95CA0" w:rsidRPr="000F7EBA" w:rsidRDefault="00E95CA0" w:rsidP="000F7EBA">
            <w:pPr>
              <w:jc w:val="center"/>
              <w:rPr>
                <w:sz w:val="22"/>
                <w:szCs w:val="22"/>
              </w:rPr>
            </w:pPr>
            <w:r w:rsidRPr="000F7EBA">
              <w:rPr>
                <w:sz w:val="22"/>
                <w:szCs w:val="22"/>
              </w:rPr>
              <w:t>2</w:t>
            </w:r>
          </w:p>
        </w:tc>
        <w:tc>
          <w:tcPr>
            <w:tcW w:w="1241" w:type="dxa"/>
            <w:vAlign w:val="center"/>
          </w:tcPr>
          <w:p w14:paraId="53FD3379" w14:textId="4D0E9F2C" w:rsidR="00E95CA0" w:rsidRPr="000F7EBA" w:rsidRDefault="00E95CA0" w:rsidP="000F7EBA">
            <w:pPr>
              <w:jc w:val="center"/>
              <w:rPr>
                <w:sz w:val="22"/>
                <w:szCs w:val="22"/>
              </w:rPr>
            </w:pPr>
            <w:r w:rsidRPr="000F7EBA">
              <w:rPr>
                <w:sz w:val="22"/>
                <w:szCs w:val="22"/>
              </w:rPr>
              <w:t>27</w:t>
            </w:r>
          </w:p>
        </w:tc>
        <w:tc>
          <w:tcPr>
            <w:tcW w:w="1241" w:type="dxa"/>
            <w:vAlign w:val="center"/>
          </w:tcPr>
          <w:p w14:paraId="4FF6B8FE" w14:textId="44FD4AB4" w:rsidR="00E95CA0" w:rsidRPr="000F7EBA" w:rsidRDefault="00E95CA0" w:rsidP="000F7EBA">
            <w:pPr>
              <w:jc w:val="center"/>
              <w:rPr>
                <w:sz w:val="22"/>
                <w:szCs w:val="22"/>
              </w:rPr>
            </w:pPr>
            <w:r w:rsidRPr="000F7EBA">
              <w:rPr>
                <w:sz w:val="22"/>
                <w:szCs w:val="22"/>
              </w:rPr>
              <w:t>29</w:t>
            </w:r>
          </w:p>
        </w:tc>
        <w:tc>
          <w:tcPr>
            <w:tcW w:w="1242" w:type="dxa"/>
            <w:vAlign w:val="center"/>
          </w:tcPr>
          <w:p w14:paraId="1EA4785B" w14:textId="4160959E" w:rsidR="00E95CA0" w:rsidRPr="000F7EBA" w:rsidRDefault="00E95CA0" w:rsidP="000F7EBA">
            <w:pPr>
              <w:jc w:val="center"/>
              <w:rPr>
                <w:sz w:val="22"/>
                <w:szCs w:val="22"/>
              </w:rPr>
            </w:pPr>
            <w:r w:rsidRPr="000F7EBA">
              <w:rPr>
                <w:sz w:val="22"/>
                <w:szCs w:val="22"/>
              </w:rPr>
              <w:t>32</w:t>
            </w:r>
          </w:p>
        </w:tc>
      </w:tr>
      <w:tr w:rsidR="00E95CA0" w:rsidRPr="000F7EBA" w14:paraId="61D43C4E" w14:textId="77777777" w:rsidTr="00F15131">
        <w:trPr>
          <w:trHeight w:val="3041"/>
          <w:jc w:val="center"/>
        </w:trPr>
        <w:tc>
          <w:tcPr>
            <w:tcW w:w="4962" w:type="dxa"/>
          </w:tcPr>
          <w:p w14:paraId="62363829" w14:textId="7423863E" w:rsidR="00E95CA0" w:rsidRPr="000F7EBA" w:rsidRDefault="00E95CA0" w:rsidP="000F7EBA">
            <w:pPr>
              <w:pStyle w:val="Paragraphedeliste"/>
              <w:numPr>
                <w:ilvl w:val="0"/>
                <w:numId w:val="5"/>
              </w:numPr>
              <w:spacing w:beforeAutospacing="0" w:afterAutospacing="0"/>
              <w:ind w:left="306" w:hanging="221"/>
              <w:contextualSpacing w:val="0"/>
              <w:rPr>
                <w:sz w:val="22"/>
                <w:szCs w:val="22"/>
              </w:rPr>
            </w:pPr>
            <w:r w:rsidRPr="000F7EBA">
              <w:rPr>
                <w:sz w:val="22"/>
                <w:szCs w:val="22"/>
              </w:rPr>
              <w:t>Dans un supermarché, Paul a acheté des melons. Le prix est proportionnel au nombre de melon</w:t>
            </w:r>
            <w:r w:rsidR="005D0F72" w:rsidRPr="000F7EBA">
              <w:rPr>
                <w:sz w:val="22"/>
                <w:szCs w:val="22"/>
              </w:rPr>
              <w:t>s</w:t>
            </w:r>
            <w:r w:rsidRPr="000F7EBA">
              <w:rPr>
                <w:sz w:val="22"/>
                <w:szCs w:val="22"/>
              </w:rPr>
              <w:t xml:space="preserve"> acheté</w:t>
            </w:r>
            <w:r w:rsidR="005D0F72" w:rsidRPr="000F7EBA">
              <w:rPr>
                <w:sz w:val="22"/>
                <w:szCs w:val="22"/>
              </w:rPr>
              <w:t>s</w:t>
            </w:r>
            <w:r w:rsidRPr="000F7EBA">
              <w:rPr>
                <w:sz w:val="22"/>
                <w:szCs w:val="22"/>
              </w:rPr>
              <w:t>.</w:t>
            </w:r>
          </w:p>
          <w:tbl>
            <w:tblPr>
              <w:tblStyle w:val="Grilledutableau"/>
              <w:tblW w:w="0" w:type="auto"/>
              <w:tblInd w:w="176" w:type="dxa"/>
              <w:tblLook w:val="04A0" w:firstRow="1" w:lastRow="0" w:firstColumn="1" w:lastColumn="0" w:noHBand="0" w:noVBand="1"/>
            </w:tblPr>
            <w:tblGrid>
              <w:gridCol w:w="1818"/>
              <w:gridCol w:w="914"/>
              <w:gridCol w:w="914"/>
              <w:gridCol w:w="914"/>
            </w:tblGrid>
            <w:tr w:rsidR="00E95CA0" w:rsidRPr="000F7EBA" w14:paraId="73029BCD" w14:textId="77777777" w:rsidTr="000F7EBA">
              <w:trPr>
                <w:trHeight w:val="635"/>
              </w:trPr>
              <w:tc>
                <w:tcPr>
                  <w:tcW w:w="1818" w:type="dxa"/>
                  <w:shd w:val="clear" w:color="auto" w:fill="auto"/>
                  <w:vAlign w:val="center"/>
                </w:tcPr>
                <w:p w14:paraId="326D50C6" w14:textId="77777777" w:rsidR="00E95CA0" w:rsidRPr="000F7EBA" w:rsidRDefault="00E95CA0" w:rsidP="00F15131">
                  <w:pPr>
                    <w:pStyle w:val="Paragraphedeliste"/>
                    <w:framePr w:hSpace="141" w:wrap="around" w:vAnchor="text" w:hAnchor="margin" w:xAlign="center" w:y="285"/>
                    <w:spacing w:beforeAutospacing="0" w:afterAutospacing="0"/>
                    <w:ind w:left="306" w:hanging="221"/>
                    <w:contextualSpacing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0F7EBA">
                    <w:rPr>
                      <w:b/>
                      <w:bCs/>
                      <w:sz w:val="22"/>
                      <w:szCs w:val="22"/>
                    </w:rPr>
                    <w:t>Nombre de melons</w:t>
                  </w:r>
                </w:p>
              </w:tc>
              <w:tc>
                <w:tcPr>
                  <w:tcW w:w="914" w:type="dxa"/>
                  <w:vAlign w:val="center"/>
                </w:tcPr>
                <w:p w14:paraId="26C099F7" w14:textId="77777777" w:rsidR="00E95CA0" w:rsidRPr="000F7EBA" w:rsidRDefault="00E95CA0" w:rsidP="00F15131">
                  <w:pPr>
                    <w:pStyle w:val="Paragraphedeliste"/>
                    <w:framePr w:hSpace="141" w:wrap="around" w:vAnchor="text" w:hAnchor="margin" w:xAlign="center" w:y="285"/>
                    <w:spacing w:beforeAutospacing="0" w:afterAutospacing="0"/>
                    <w:ind w:left="306" w:hanging="221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 w:rsidRPr="000F7EBA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14" w:type="dxa"/>
                  <w:vAlign w:val="center"/>
                </w:tcPr>
                <w:p w14:paraId="45DF70FF" w14:textId="77777777" w:rsidR="00E95CA0" w:rsidRPr="000F7EBA" w:rsidRDefault="00E95CA0" w:rsidP="00F15131">
                  <w:pPr>
                    <w:pStyle w:val="Paragraphedeliste"/>
                    <w:framePr w:hSpace="141" w:wrap="around" w:vAnchor="text" w:hAnchor="margin" w:xAlign="center" w:y="285"/>
                    <w:spacing w:beforeAutospacing="0" w:afterAutospacing="0"/>
                    <w:ind w:left="306" w:hanging="221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 w:rsidRPr="000F7EBA">
                    <w:rPr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914" w:type="dxa"/>
                  <w:vAlign w:val="center"/>
                </w:tcPr>
                <w:p w14:paraId="27FEBF6E" w14:textId="0F5F3FC1" w:rsidR="00E95CA0" w:rsidRPr="000F7EBA" w:rsidRDefault="00BA3FED" w:rsidP="00F15131">
                  <w:pPr>
                    <w:framePr w:hSpace="141" w:wrap="around" w:vAnchor="text" w:hAnchor="margin" w:xAlign="center" w:y="285"/>
                    <w:spacing w:beforeAutospacing="0" w:afterAutospacing="0"/>
                    <w:ind w:left="306" w:hanging="221"/>
                    <w:jc w:val="center"/>
                    <w:rPr>
                      <w:sz w:val="22"/>
                      <w:szCs w:val="22"/>
                    </w:rPr>
                  </w:pPr>
                  <w:r w:rsidRPr="000F7EBA">
                    <w:rPr>
                      <w:sz w:val="22"/>
                      <w:szCs w:val="22"/>
                    </w:rPr>
                    <w:t>?</w:t>
                  </w:r>
                </w:p>
              </w:tc>
            </w:tr>
            <w:tr w:rsidR="00E95CA0" w:rsidRPr="000F7EBA" w14:paraId="0FA2C234" w14:textId="77777777" w:rsidTr="000F7EBA">
              <w:trPr>
                <w:trHeight w:val="699"/>
              </w:trPr>
              <w:tc>
                <w:tcPr>
                  <w:tcW w:w="1818" w:type="dxa"/>
                  <w:shd w:val="clear" w:color="auto" w:fill="auto"/>
                  <w:vAlign w:val="center"/>
                </w:tcPr>
                <w:p w14:paraId="461FF432" w14:textId="77777777" w:rsidR="00E95CA0" w:rsidRPr="000F7EBA" w:rsidRDefault="00E95CA0" w:rsidP="00F15131">
                  <w:pPr>
                    <w:pStyle w:val="Paragraphedeliste"/>
                    <w:framePr w:hSpace="141" w:wrap="around" w:vAnchor="text" w:hAnchor="margin" w:xAlign="center" w:y="285"/>
                    <w:spacing w:beforeAutospacing="0" w:afterAutospacing="0"/>
                    <w:ind w:left="306" w:hanging="221"/>
                    <w:contextualSpacing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0F7EBA">
                    <w:rPr>
                      <w:b/>
                      <w:bCs/>
                      <w:sz w:val="22"/>
                      <w:szCs w:val="22"/>
                    </w:rPr>
                    <w:t>Prix (en €)</w:t>
                  </w:r>
                </w:p>
              </w:tc>
              <w:tc>
                <w:tcPr>
                  <w:tcW w:w="914" w:type="dxa"/>
                  <w:vAlign w:val="center"/>
                </w:tcPr>
                <w:p w14:paraId="52E7EB38" w14:textId="77777777" w:rsidR="00E95CA0" w:rsidRPr="000F7EBA" w:rsidRDefault="00E95CA0" w:rsidP="00F15131">
                  <w:pPr>
                    <w:pStyle w:val="Paragraphedeliste"/>
                    <w:framePr w:hSpace="141" w:wrap="around" w:vAnchor="text" w:hAnchor="margin" w:xAlign="center" w:y="285"/>
                    <w:spacing w:beforeAutospacing="0" w:afterAutospacing="0"/>
                    <w:ind w:left="306" w:hanging="221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 w:rsidRPr="000F7EBA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914" w:type="dxa"/>
                  <w:vAlign w:val="center"/>
                </w:tcPr>
                <w:p w14:paraId="2637A102" w14:textId="0B24CCA9" w:rsidR="00E95CA0" w:rsidRPr="000F7EBA" w:rsidRDefault="00BA3FED" w:rsidP="00F15131">
                  <w:pPr>
                    <w:pStyle w:val="Paragraphedeliste"/>
                    <w:framePr w:hSpace="141" w:wrap="around" w:vAnchor="text" w:hAnchor="margin" w:xAlign="center" w:y="285"/>
                    <w:spacing w:beforeAutospacing="0" w:afterAutospacing="0"/>
                    <w:ind w:left="306" w:hanging="221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 w:rsidRPr="000F7EBA">
                    <w:rPr>
                      <w:sz w:val="22"/>
                      <w:szCs w:val="22"/>
                    </w:rPr>
                    <w:t>?</w:t>
                  </w:r>
                </w:p>
              </w:tc>
              <w:tc>
                <w:tcPr>
                  <w:tcW w:w="914" w:type="dxa"/>
                  <w:vAlign w:val="center"/>
                </w:tcPr>
                <w:p w14:paraId="3F287F27" w14:textId="77777777" w:rsidR="00E95CA0" w:rsidRPr="000F7EBA" w:rsidRDefault="00E95CA0" w:rsidP="00F15131">
                  <w:pPr>
                    <w:pStyle w:val="Paragraphedeliste"/>
                    <w:framePr w:hSpace="141" w:wrap="around" w:vAnchor="text" w:hAnchor="margin" w:xAlign="center" w:y="285"/>
                    <w:spacing w:beforeAutospacing="0" w:afterAutospacing="0"/>
                    <w:ind w:left="306" w:hanging="221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 w:rsidRPr="000F7EBA">
                    <w:rPr>
                      <w:sz w:val="22"/>
                      <w:szCs w:val="22"/>
                    </w:rPr>
                    <w:t>42</w:t>
                  </w:r>
                </w:p>
              </w:tc>
            </w:tr>
          </w:tbl>
          <w:p w14:paraId="7200FFDB" w14:textId="6F45763E" w:rsidR="00E95CA0" w:rsidRPr="000F7EBA" w:rsidRDefault="00E95CA0" w:rsidP="000F7EBA">
            <w:pPr>
              <w:pStyle w:val="Paragraphedeliste"/>
              <w:spacing w:beforeAutospacing="0" w:afterAutospacing="0"/>
              <w:ind w:left="306" w:hanging="221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14:paraId="29EA679C" w14:textId="683E593A" w:rsidR="00E95CA0" w:rsidRPr="000F7EBA" w:rsidRDefault="00E95CA0" w:rsidP="000F7EBA">
            <w:pPr>
              <w:jc w:val="center"/>
              <w:rPr>
                <w:sz w:val="22"/>
                <w:szCs w:val="22"/>
              </w:rPr>
            </w:pPr>
            <w:r w:rsidRPr="000F7EBA">
              <w:rPr>
                <w:sz w:val="22"/>
                <w:szCs w:val="22"/>
              </w:rPr>
              <w:t>19 et 38</w:t>
            </w:r>
          </w:p>
        </w:tc>
        <w:tc>
          <w:tcPr>
            <w:tcW w:w="1241" w:type="dxa"/>
            <w:vAlign w:val="center"/>
          </w:tcPr>
          <w:p w14:paraId="10B77D9E" w14:textId="14BE2ED3" w:rsidR="00E95CA0" w:rsidRPr="000F7EBA" w:rsidRDefault="00E95CA0" w:rsidP="000F7EBA">
            <w:pPr>
              <w:jc w:val="center"/>
              <w:rPr>
                <w:sz w:val="22"/>
                <w:szCs w:val="22"/>
              </w:rPr>
            </w:pPr>
            <w:r w:rsidRPr="000F7EBA">
              <w:rPr>
                <w:sz w:val="22"/>
                <w:szCs w:val="22"/>
              </w:rPr>
              <w:t>35 et</w:t>
            </w:r>
            <w:r w:rsidR="00BA3FED" w:rsidRPr="000F7EBA">
              <w:rPr>
                <w:sz w:val="22"/>
                <w:szCs w:val="22"/>
              </w:rPr>
              <w:t xml:space="preserve"> </w:t>
            </w:r>
            <w:r w:rsidRPr="000F7EBA">
              <w:rPr>
                <w:sz w:val="22"/>
                <w:szCs w:val="22"/>
              </w:rPr>
              <w:t>22</w:t>
            </w:r>
          </w:p>
        </w:tc>
        <w:tc>
          <w:tcPr>
            <w:tcW w:w="1241" w:type="dxa"/>
            <w:vAlign w:val="center"/>
          </w:tcPr>
          <w:p w14:paraId="0FCCED34" w14:textId="06182501" w:rsidR="00E95CA0" w:rsidRPr="000F7EBA" w:rsidRDefault="00E95CA0" w:rsidP="000F7EBA">
            <w:pPr>
              <w:jc w:val="center"/>
              <w:rPr>
                <w:sz w:val="22"/>
                <w:szCs w:val="22"/>
              </w:rPr>
            </w:pPr>
            <w:r w:rsidRPr="000F7EBA">
              <w:rPr>
                <w:sz w:val="22"/>
                <w:szCs w:val="22"/>
              </w:rPr>
              <w:t>22 et 64</w:t>
            </w:r>
          </w:p>
        </w:tc>
        <w:tc>
          <w:tcPr>
            <w:tcW w:w="1242" w:type="dxa"/>
            <w:vAlign w:val="center"/>
          </w:tcPr>
          <w:p w14:paraId="35FDB9F8" w14:textId="77777777" w:rsidR="00E95CA0" w:rsidRPr="000F7EBA" w:rsidRDefault="00E95CA0" w:rsidP="000F7EBA">
            <w:pPr>
              <w:jc w:val="center"/>
              <w:rPr>
                <w:sz w:val="22"/>
                <w:szCs w:val="22"/>
              </w:rPr>
            </w:pPr>
            <w:r w:rsidRPr="000F7EBA">
              <w:rPr>
                <w:sz w:val="22"/>
                <w:szCs w:val="22"/>
              </w:rPr>
              <w:t>35 et 18</w:t>
            </w:r>
          </w:p>
        </w:tc>
      </w:tr>
    </w:tbl>
    <w:p w14:paraId="2101D534" w14:textId="7D6C570A" w:rsidR="003E0709" w:rsidRPr="000819AB" w:rsidRDefault="003E0709" w:rsidP="000F7EBA">
      <w:r w:rsidRPr="000819AB">
        <w:t>Entoure</w:t>
      </w:r>
      <w:r w:rsidR="005D0F72" w:rsidRPr="000819AB">
        <w:t>r</w:t>
      </w:r>
      <w:r w:rsidRPr="000819AB">
        <w:t xml:space="preserve"> pour chaque question la bonne réponse :</w:t>
      </w:r>
    </w:p>
    <w:p w14:paraId="55DB6641" w14:textId="5DF5F5A0" w:rsidR="00E95CA0" w:rsidRPr="000819AB" w:rsidRDefault="000F7EBA" w:rsidP="000F7EBA">
      <w:pPr>
        <w:pStyle w:val="Titre1"/>
        <w:spacing w:before="480" w:beforeAutospacing="0" w:after="100"/>
      </w:pPr>
      <w:r>
        <w:t>Je m’a</w:t>
      </w:r>
      <w:r w:rsidR="00E95CA0" w:rsidRPr="000819AB">
        <w:t>utoévalu</w:t>
      </w:r>
      <w:r>
        <w:t>e</w:t>
      </w:r>
    </w:p>
    <w:p w14:paraId="5CEEB45D" w14:textId="7C651567" w:rsidR="00E95CA0" w:rsidRPr="000819AB" w:rsidRDefault="00E95CA0" w:rsidP="000F7EBA">
      <w:pPr>
        <w:pStyle w:val="Paragraphedeliste"/>
        <w:numPr>
          <w:ilvl w:val="0"/>
          <w:numId w:val="24"/>
        </w:numPr>
      </w:pPr>
      <w:r w:rsidRPr="000819AB">
        <w:t>Si les quatre questions sont justes, tu peux passer à la fiche</w:t>
      </w:r>
      <w:r w:rsidR="00F15131">
        <w:t> </w:t>
      </w:r>
      <w:r w:rsidRPr="000819AB">
        <w:t>A5 : «</w:t>
      </w:r>
      <w:r w:rsidR="00F15131">
        <w:t> </w:t>
      </w:r>
      <w:r w:rsidRPr="000819AB">
        <w:t>J’approfondis</w:t>
      </w:r>
      <w:r w:rsidR="00F15131">
        <w:t> </w:t>
      </w:r>
      <w:r w:rsidRPr="000819AB">
        <w:t>».</w:t>
      </w:r>
    </w:p>
    <w:p w14:paraId="558C7518" w14:textId="212DDD26" w:rsidR="0012047F" w:rsidRPr="000819AB" w:rsidRDefault="00E95CA0" w:rsidP="000F7EBA">
      <w:pPr>
        <w:pStyle w:val="Paragraphedeliste"/>
        <w:numPr>
          <w:ilvl w:val="0"/>
          <w:numId w:val="24"/>
        </w:numPr>
      </w:pPr>
      <w:r w:rsidRPr="000819AB">
        <w:t>S’il y a une ou des erreurs, tu fais la fiche</w:t>
      </w:r>
      <w:r w:rsidR="00F15131">
        <w:t> </w:t>
      </w:r>
      <w:r w:rsidRPr="000819AB">
        <w:t>C5 puis la fiche</w:t>
      </w:r>
      <w:r w:rsidR="00F15131">
        <w:t> </w:t>
      </w:r>
      <w:r w:rsidRPr="000819AB">
        <w:t>E5</w:t>
      </w:r>
      <w:r w:rsidR="005C6D90" w:rsidRPr="000819AB">
        <w:t>.</w:t>
      </w:r>
    </w:p>
    <w:sectPr w:rsidR="0012047F" w:rsidRPr="000819AB" w:rsidSect="000F7EBA">
      <w:pgSz w:w="11906" w:h="16838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83FFA" w14:textId="77777777" w:rsidR="00096DD7" w:rsidRDefault="00096DD7" w:rsidP="00D547CF">
      <w:pPr>
        <w:spacing w:after="0"/>
      </w:pPr>
      <w:r>
        <w:separator/>
      </w:r>
    </w:p>
  </w:endnote>
  <w:endnote w:type="continuationSeparator" w:id="0">
    <w:p w14:paraId="6413297A" w14:textId="77777777" w:rsidR="00096DD7" w:rsidRDefault="00096DD7" w:rsidP="00D547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95799A" w14:textId="77777777" w:rsidR="00096DD7" w:rsidRDefault="00096DD7" w:rsidP="00D547CF">
      <w:pPr>
        <w:spacing w:after="0"/>
      </w:pPr>
      <w:r>
        <w:separator/>
      </w:r>
    </w:p>
  </w:footnote>
  <w:footnote w:type="continuationSeparator" w:id="0">
    <w:p w14:paraId="5ACD531D" w14:textId="77777777" w:rsidR="00096DD7" w:rsidRDefault="00096DD7" w:rsidP="00D547C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32A99"/>
    <w:multiLevelType w:val="hybridMultilevel"/>
    <w:tmpl w:val="DDC6B8A8"/>
    <w:lvl w:ilvl="0" w:tplc="9FECC08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9720BE"/>
    <w:multiLevelType w:val="hybridMultilevel"/>
    <w:tmpl w:val="470060A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D1376"/>
    <w:multiLevelType w:val="hybridMultilevel"/>
    <w:tmpl w:val="0436D3D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F278B4"/>
    <w:multiLevelType w:val="hybridMultilevel"/>
    <w:tmpl w:val="13AE48A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E32E43"/>
    <w:multiLevelType w:val="hybridMultilevel"/>
    <w:tmpl w:val="9CF00CD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C18ED"/>
    <w:multiLevelType w:val="hybridMultilevel"/>
    <w:tmpl w:val="EE886A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3C689A"/>
    <w:multiLevelType w:val="hybridMultilevel"/>
    <w:tmpl w:val="DDC6B8A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C560AB"/>
    <w:multiLevelType w:val="hybridMultilevel"/>
    <w:tmpl w:val="940CFB90"/>
    <w:lvl w:ilvl="0" w:tplc="9B14E2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5A218C"/>
    <w:multiLevelType w:val="hybridMultilevel"/>
    <w:tmpl w:val="E9C00CA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35C58"/>
    <w:multiLevelType w:val="hybridMultilevel"/>
    <w:tmpl w:val="9CF00CD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A67D5"/>
    <w:multiLevelType w:val="hybridMultilevel"/>
    <w:tmpl w:val="E9C00CA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5868D3"/>
    <w:multiLevelType w:val="hybridMultilevel"/>
    <w:tmpl w:val="1FF6ABAA"/>
    <w:lvl w:ilvl="0" w:tplc="040C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E77338"/>
    <w:multiLevelType w:val="hybridMultilevel"/>
    <w:tmpl w:val="D47890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DE167D"/>
    <w:multiLevelType w:val="hybridMultilevel"/>
    <w:tmpl w:val="4BC4F46E"/>
    <w:lvl w:ilvl="0" w:tplc="D8EC64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8"/>
  </w:num>
  <w:num w:numId="4">
    <w:abstractNumId w:val="1"/>
  </w:num>
  <w:num w:numId="5">
    <w:abstractNumId w:val="0"/>
  </w:num>
  <w:num w:numId="6">
    <w:abstractNumId w:val="6"/>
  </w:num>
  <w:num w:numId="7">
    <w:abstractNumId w:val="16"/>
  </w:num>
  <w:num w:numId="8">
    <w:abstractNumId w:val="20"/>
  </w:num>
  <w:num w:numId="9">
    <w:abstractNumId w:val="13"/>
  </w:num>
  <w:num w:numId="10">
    <w:abstractNumId w:val="19"/>
  </w:num>
  <w:num w:numId="11">
    <w:abstractNumId w:val="18"/>
  </w:num>
  <w:num w:numId="12">
    <w:abstractNumId w:val="21"/>
  </w:num>
  <w:num w:numId="13">
    <w:abstractNumId w:val="15"/>
  </w:num>
  <w:num w:numId="14">
    <w:abstractNumId w:val="3"/>
  </w:num>
  <w:num w:numId="15">
    <w:abstractNumId w:val="4"/>
  </w:num>
  <w:num w:numId="16">
    <w:abstractNumId w:val="12"/>
  </w:num>
  <w:num w:numId="17">
    <w:abstractNumId w:val="5"/>
  </w:num>
  <w:num w:numId="18">
    <w:abstractNumId w:val="22"/>
  </w:num>
  <w:num w:numId="19">
    <w:abstractNumId w:val="10"/>
  </w:num>
  <w:num w:numId="20">
    <w:abstractNumId w:val="11"/>
  </w:num>
  <w:num w:numId="21">
    <w:abstractNumId w:val="23"/>
  </w:num>
  <w:num w:numId="22">
    <w:abstractNumId w:val="14"/>
  </w:num>
  <w:num w:numId="23">
    <w:abstractNumId w:val="7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6E1"/>
    <w:rsid w:val="000345E0"/>
    <w:rsid w:val="000819AB"/>
    <w:rsid w:val="00096DD7"/>
    <w:rsid w:val="000A32F9"/>
    <w:rsid w:val="000B17FF"/>
    <w:rsid w:val="000F7EBA"/>
    <w:rsid w:val="0010049C"/>
    <w:rsid w:val="0012047F"/>
    <w:rsid w:val="001451A3"/>
    <w:rsid w:val="00165B1C"/>
    <w:rsid w:val="001A4CD1"/>
    <w:rsid w:val="001B06B9"/>
    <w:rsid w:val="001D7970"/>
    <w:rsid w:val="002F4D03"/>
    <w:rsid w:val="003026CE"/>
    <w:rsid w:val="003E0709"/>
    <w:rsid w:val="0041585D"/>
    <w:rsid w:val="004C65E8"/>
    <w:rsid w:val="004E52CC"/>
    <w:rsid w:val="00504B0E"/>
    <w:rsid w:val="005255B7"/>
    <w:rsid w:val="005B41D7"/>
    <w:rsid w:val="005C6D90"/>
    <w:rsid w:val="005D0F72"/>
    <w:rsid w:val="00612F13"/>
    <w:rsid w:val="006576E1"/>
    <w:rsid w:val="00683EB1"/>
    <w:rsid w:val="00685150"/>
    <w:rsid w:val="00790FF5"/>
    <w:rsid w:val="007D15A6"/>
    <w:rsid w:val="00803B91"/>
    <w:rsid w:val="00840DD3"/>
    <w:rsid w:val="0088166D"/>
    <w:rsid w:val="00892BEE"/>
    <w:rsid w:val="008B4494"/>
    <w:rsid w:val="00936729"/>
    <w:rsid w:val="009D0055"/>
    <w:rsid w:val="00A23BA8"/>
    <w:rsid w:val="00A40700"/>
    <w:rsid w:val="00AE3C96"/>
    <w:rsid w:val="00AF2C3C"/>
    <w:rsid w:val="00BA3FED"/>
    <w:rsid w:val="00CA4D14"/>
    <w:rsid w:val="00CD5190"/>
    <w:rsid w:val="00D156C2"/>
    <w:rsid w:val="00D547CF"/>
    <w:rsid w:val="00D72A84"/>
    <w:rsid w:val="00E95CA0"/>
    <w:rsid w:val="00E96394"/>
    <w:rsid w:val="00F15131"/>
    <w:rsid w:val="00F25471"/>
    <w:rsid w:val="00FD4FBC"/>
    <w:rsid w:val="00FE1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50C7C"/>
  <w15:chartTrackingRefBased/>
  <w15:docId w15:val="{9AFDE120-2BF2-4C1F-877E-BCE14D4D4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5131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F15131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15131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15131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15131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  <w:rsid w:val="00F15131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F15131"/>
  </w:style>
  <w:style w:type="table" w:styleId="Grilledutableau">
    <w:name w:val="Table Grid"/>
    <w:basedOn w:val="TableauNormal"/>
    <w:uiPriority w:val="59"/>
    <w:rsid w:val="00F1513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rsid w:val="00F15131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F15131"/>
    <w:rPr>
      <w:rFonts w:ascii="Arial" w:eastAsia="Times New Roman" w:hAnsi="Arial" w:cs="Arial"/>
      <w:iCs/>
      <w:color w:val="465F9D"/>
      <w:kern w:val="0"/>
      <w:sz w:val="28"/>
      <w:szCs w:val="36"/>
      <w:shd w:val="clear" w:color="auto" w:fill="FFFFFF"/>
      <w:lang w:eastAsia="fr-FR"/>
      <w14:ligatures w14:val="none"/>
    </w:rPr>
  </w:style>
  <w:style w:type="character" w:customStyle="1" w:styleId="Titre2Car">
    <w:name w:val="Titre 2 Car"/>
    <w:link w:val="Titre2"/>
    <w:uiPriority w:val="9"/>
    <w:rsid w:val="00F15131"/>
    <w:rPr>
      <w:rFonts w:ascii="Arial" w:eastAsia="Times New Roman" w:hAnsi="Arial" w:cs="Arial"/>
      <w:b/>
      <w:iCs/>
      <w:color w:val="252525"/>
      <w:kern w:val="0"/>
      <w:sz w:val="24"/>
      <w:szCs w:val="32"/>
      <w:shd w:val="clear" w:color="auto" w:fill="FFFFFF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D547CF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D547CF"/>
  </w:style>
  <w:style w:type="paragraph" w:styleId="Pieddepage">
    <w:name w:val="footer"/>
    <w:basedOn w:val="Normal"/>
    <w:link w:val="PieddepageCar"/>
    <w:uiPriority w:val="99"/>
    <w:unhideWhenUsed/>
    <w:rsid w:val="00F15131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F15131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  <w:style w:type="character" w:customStyle="1" w:styleId="Titre3Car">
    <w:name w:val="Titre 3 Car"/>
    <w:link w:val="Titre3"/>
    <w:uiPriority w:val="9"/>
    <w:rsid w:val="00F15131"/>
    <w:rPr>
      <w:rFonts w:ascii="Arial" w:eastAsia="Times New Roman" w:hAnsi="Arial" w:cs="Times New Roman"/>
      <w:bCs/>
      <w:iCs/>
      <w:color w:val="465F9D"/>
      <w:kern w:val="0"/>
      <w:sz w:val="28"/>
      <w:shd w:val="clear" w:color="auto" w:fill="FFFFFF"/>
      <w:lang w:eastAsia="fr-FR"/>
      <w14:ligatures w14:val="none"/>
    </w:rPr>
  </w:style>
  <w:style w:type="character" w:customStyle="1" w:styleId="Titre4Car">
    <w:name w:val="Titre 4 Car"/>
    <w:link w:val="Titre4"/>
    <w:uiPriority w:val="9"/>
    <w:semiHidden/>
    <w:rsid w:val="00F15131"/>
    <w:rPr>
      <w:rFonts w:ascii="Calibri" w:eastAsia="Times New Roman" w:hAnsi="Calibri" w:cs="Times New Roman"/>
      <w:b/>
      <w:bCs/>
      <w:iCs/>
      <w:color w:val="252525"/>
      <w:kern w:val="0"/>
      <w:sz w:val="28"/>
      <w:szCs w:val="28"/>
      <w:shd w:val="clear" w:color="auto" w:fill="FFFFFF"/>
      <w:lang w:eastAsia="fr-FR"/>
      <w14:ligatures w14:val="none"/>
    </w:rPr>
  </w:style>
  <w:style w:type="paragraph" w:customStyle="1" w:styleId="Default">
    <w:name w:val="Default"/>
    <w:rsid w:val="00F15131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F15131"/>
    <w:rPr>
      <w:color w:val="808080"/>
    </w:rPr>
  </w:style>
  <w:style w:type="paragraph" w:customStyle="1" w:styleId="Titredecollection">
    <w:name w:val="Titre de collection"/>
    <w:basedOn w:val="Normal"/>
    <w:qFormat/>
    <w:rsid w:val="00F15131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F15131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F15131"/>
    <w:pPr>
      <w:spacing w:before="100" w:beforeAutospacing="1" w:after="100" w:afterAutospacing="1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customStyle="1" w:styleId="Encadr">
    <w:name w:val="Encadré"/>
    <w:basedOn w:val="Normal"/>
    <w:qFormat/>
    <w:rsid w:val="00F15131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F15131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F15131"/>
    <w:pPr>
      <w:spacing w:before="120" w:after="120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15131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F15131"/>
    <w:rPr>
      <w:color w:val="0000FF"/>
      <w:u w:val="single"/>
    </w:rPr>
  </w:style>
  <w:style w:type="paragraph" w:customStyle="1" w:styleId="Encartgras">
    <w:name w:val="Encart gras"/>
    <w:basedOn w:val="Normal"/>
    <w:qFormat/>
    <w:rsid w:val="00F15131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F15131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F15131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F15131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F15131"/>
    <w:pPr>
      <w:shd w:val="clear" w:color="auto" w:fill="CFD5E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429C1-4CA2-4564-9858-252A0959F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7</TotalTime>
  <Pages>1</Pages>
  <Words>163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odette</dc:creator>
  <cp:keywords/>
  <dc:description/>
  <cp:lastModifiedBy>JEROME SAVIDAN</cp:lastModifiedBy>
  <cp:revision>8</cp:revision>
  <dcterms:created xsi:type="dcterms:W3CDTF">2023-06-21T14:40:00Z</dcterms:created>
  <dcterms:modified xsi:type="dcterms:W3CDTF">2023-08-08T13:20:00Z</dcterms:modified>
</cp:coreProperties>
</file>